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679D5" w14:textId="15E0DA99" w:rsidR="004139F5" w:rsidRPr="004139F5" w:rsidRDefault="004139F5" w:rsidP="007C191B">
      <w:pPr>
        <w:pStyle w:val="1"/>
        <w:rPr>
          <w:lang w:val="en-US"/>
        </w:rPr>
      </w:pPr>
    </w:p>
    <w:tbl>
      <w:tblPr>
        <w:tblW w:w="9923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0A6D4B" w:rsidRPr="00FD042A" w14:paraId="009E517C" w14:textId="77777777" w:rsidTr="00D778ED">
        <w:trPr>
          <w:trHeight w:val="579"/>
        </w:trPr>
        <w:tc>
          <w:tcPr>
            <w:tcW w:w="9923" w:type="dxa"/>
          </w:tcPr>
          <w:p w14:paraId="0F59BC6D" w14:textId="73174D71" w:rsidR="000A6D4B" w:rsidRPr="00FD042A" w:rsidRDefault="00861EC5" w:rsidP="0075344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2</w:t>
            </w:r>
          </w:p>
        </w:tc>
      </w:tr>
      <w:tr w:rsidR="000A6D4B" w14:paraId="68F9D3AB" w14:textId="77777777" w:rsidTr="00D778ED">
        <w:trPr>
          <w:trHeight w:val="579"/>
        </w:trPr>
        <w:tc>
          <w:tcPr>
            <w:tcW w:w="9923" w:type="dxa"/>
          </w:tcPr>
          <w:p w14:paraId="3F04DECB" w14:textId="442E478D" w:rsidR="000A6D4B" w:rsidRDefault="00366F9F" w:rsidP="0018667F">
            <w:pPr>
              <w:jc w:val="center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П</w:t>
            </w:r>
            <w:r w:rsidR="000A6D4B" w:rsidRPr="0098427F">
              <w:rPr>
                <w:b/>
                <w:noProof/>
                <w:sz w:val="26"/>
                <w:szCs w:val="26"/>
              </w:rPr>
              <w:t>аспорт предприятия</w:t>
            </w:r>
          </w:p>
          <w:p w14:paraId="6B082708" w14:textId="77777777" w:rsidR="0018667F" w:rsidRPr="0098427F" w:rsidRDefault="0018667F" w:rsidP="0018667F">
            <w:pPr>
              <w:jc w:val="center"/>
              <w:rPr>
                <w:b/>
                <w:noProof/>
                <w:sz w:val="26"/>
                <w:szCs w:val="26"/>
              </w:rPr>
            </w:pPr>
          </w:p>
          <w:tbl>
            <w:tblPr>
              <w:tblW w:w="966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7541"/>
              <w:gridCol w:w="1560"/>
            </w:tblGrid>
            <w:tr w:rsidR="0018667F" w:rsidRPr="0098427F" w14:paraId="3FC4D64C" w14:textId="7BB90E24" w:rsidTr="00DE4346">
              <w:trPr>
                <w:trHeight w:val="574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8E3E18C" w14:textId="77777777" w:rsidR="0018667F" w:rsidRPr="00DE4346" w:rsidRDefault="0018667F" w:rsidP="0018667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№ п/п</w:t>
                  </w: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9507C7F" w14:textId="77777777" w:rsidR="0018667F" w:rsidRPr="00DE4346" w:rsidRDefault="0018667F" w:rsidP="0018667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Общие сведения об организации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56081F4" w14:textId="733FC60D" w:rsidR="0018667F" w:rsidRPr="00DE4346" w:rsidRDefault="0018667F" w:rsidP="0018667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Примечание</w:t>
                  </w:r>
                </w:p>
              </w:tc>
            </w:tr>
            <w:tr w:rsidR="008D17FB" w:rsidRPr="0098427F" w14:paraId="69933511" w14:textId="77777777" w:rsidTr="008D17FB">
              <w:trPr>
                <w:trHeight w:val="401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7D5E0A5B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1BC042B7" w14:textId="4CB8C90F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Организационно-правовая форма и наименование организации (полное, краткое)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39CC317C" w14:textId="2C419E2E" w:rsidR="008D17FB" w:rsidRPr="000369ED" w:rsidRDefault="00B8626E" w:rsidP="008D17F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eastAsia="en-US"/>
                    </w:rPr>
                  </w:pPr>
                  <w:r w:rsidRPr="00B8626E">
                    <w:rPr>
                      <w:sz w:val="22"/>
                      <w:szCs w:val="22"/>
                      <w:lang w:eastAsia="en-US"/>
                    </w:rPr>
                    <w:t>В случае непредставления какой-либо информации указать причину</w:t>
                  </w:r>
                </w:p>
              </w:tc>
            </w:tr>
            <w:tr w:rsidR="008D17FB" w:rsidRPr="0098427F" w14:paraId="6953F971" w14:textId="77777777" w:rsidTr="00C31D48">
              <w:trPr>
                <w:trHeight w:val="292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4F67B0E8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57FA850E" w14:textId="4EFE2075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ОГРН (основной государственный регистрационный номер)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40CF3C95" w14:textId="02A2F090" w:rsidR="008D17FB" w:rsidRPr="00DE4346" w:rsidRDefault="008D17FB" w:rsidP="0018667F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  <w:tr w:rsidR="008D17FB" w:rsidRPr="0098427F" w14:paraId="34104696" w14:textId="77777777" w:rsidTr="00C31D48">
              <w:trPr>
                <w:trHeight w:val="292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559551AB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5C6B035B" w14:textId="7C71C925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ИНН (идентификационный номер налогоплательщика)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106CAC07" w14:textId="1EDBF742" w:rsidR="008D17FB" w:rsidRPr="00DE4346" w:rsidRDefault="008D17FB" w:rsidP="0018667F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  <w:tr w:rsidR="008D17FB" w:rsidRPr="0098427F" w14:paraId="4B77B08D" w14:textId="77777777" w:rsidTr="00C31D48">
              <w:trPr>
                <w:trHeight w:val="280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6F70AB40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5066B062" w14:textId="5D1AD450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Юридический адрес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0E897C71" w14:textId="2ED7C75D" w:rsidR="008D17FB" w:rsidRPr="00DE4346" w:rsidRDefault="008D17FB" w:rsidP="0018667F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  <w:tr w:rsidR="008D17FB" w:rsidRPr="0098427F" w14:paraId="5398D2F3" w14:textId="77777777" w:rsidTr="00C31D48">
              <w:trPr>
                <w:trHeight w:val="292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49BCDF39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6DCC6AEA" w14:textId="3A762018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Фактический адрес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562E91B6" w14:textId="0934C89B" w:rsidR="008D17FB" w:rsidRPr="00DE4346" w:rsidRDefault="008D17FB" w:rsidP="0018667F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  <w:tr w:rsidR="008D17FB" w:rsidRPr="0098427F" w14:paraId="7DED833C" w14:textId="77777777" w:rsidTr="00C31D48">
              <w:trPr>
                <w:trHeight w:val="280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28E19A55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71EA717D" w14:textId="60BA18ED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 xml:space="preserve">Сайт, </w:t>
                  </w:r>
                  <w:r w:rsidRPr="00DE4346">
                    <w:rPr>
                      <w:lang w:val="en-US" w:eastAsia="en-US"/>
                    </w:rPr>
                    <w:t>e</w:t>
                  </w:r>
                  <w:r w:rsidRPr="00DE4346">
                    <w:rPr>
                      <w:lang w:eastAsia="en-US"/>
                    </w:rPr>
                    <w:t>-</w:t>
                  </w:r>
                  <w:r w:rsidRPr="00DE4346">
                    <w:rPr>
                      <w:lang w:val="en-US" w:eastAsia="en-US"/>
                    </w:rPr>
                    <w:t>mail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4A10B49B" w14:textId="7AF32518" w:rsidR="008D17FB" w:rsidRPr="00DE4346" w:rsidRDefault="008D17FB" w:rsidP="0018667F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  <w:tr w:rsidR="008D17FB" w:rsidRPr="0098427F" w14:paraId="53D4061D" w14:textId="77777777" w:rsidTr="00C31D48">
              <w:trPr>
                <w:trHeight w:val="292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1BD08857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2A0B28AE" w14:textId="68B2DADB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Наименование, ИНН обслуживающего банка (банков)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09246219" w14:textId="13EB9412" w:rsidR="008D17FB" w:rsidRPr="00DE4346" w:rsidRDefault="008D17FB" w:rsidP="0018667F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  <w:tr w:rsidR="008D17FB" w:rsidRPr="0098427F" w14:paraId="68D7BEB5" w14:textId="77777777" w:rsidTr="00C31D48">
              <w:trPr>
                <w:trHeight w:val="280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07FB66BF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52A1698E" w14:textId="2A7C80CF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Руководитель организации: должность, ФИО, телефон, факс, e-mail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155B40F5" w14:textId="01701EC8" w:rsidR="008D17FB" w:rsidRPr="00DE4346" w:rsidRDefault="008D17FB" w:rsidP="0018667F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  <w:tr w:rsidR="008D17FB" w:rsidRPr="0098427F" w14:paraId="44ABAD9D" w14:textId="77777777" w:rsidTr="00C31D48">
              <w:trPr>
                <w:trHeight w:val="210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37BC1F70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21713EC0" w14:textId="6A873202" w:rsidR="008D17FB" w:rsidRPr="00DE4346" w:rsidRDefault="008D17FB" w:rsidP="0018667F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 xml:space="preserve">Уполномоченные вести переговоры должность, ФИО, телефон, </w:t>
                  </w:r>
                  <w:r w:rsidRPr="00DE4346">
                    <w:rPr>
                      <w:lang w:val="en-US" w:eastAsia="en-US"/>
                    </w:rPr>
                    <w:t>e</w:t>
                  </w:r>
                  <w:r w:rsidRPr="00DE4346">
                    <w:rPr>
                      <w:lang w:eastAsia="en-US"/>
                    </w:rPr>
                    <w:noBreakHyphen/>
                  </w:r>
                  <w:r w:rsidRPr="00DE4346">
                    <w:rPr>
                      <w:lang w:val="en-US" w:eastAsia="en-US"/>
                    </w:rPr>
                    <w:t>mail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10811FBF" w14:textId="18763C43" w:rsidR="008D17FB" w:rsidRPr="00DE4346" w:rsidRDefault="008D17FB" w:rsidP="0018667F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  <w:tr w:rsidR="008D17FB" w:rsidRPr="0098427F" w14:paraId="094CEC4B" w14:textId="77777777" w:rsidTr="00C31D48">
              <w:trPr>
                <w:trHeight w:val="1743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093047F7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457FBC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 xml:space="preserve">Персонал организации: </w:t>
                  </w:r>
                </w:p>
                <w:p w14:paraId="31422132" w14:textId="5F966EFC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 xml:space="preserve">1. Общее количество человек, в </w:t>
                  </w:r>
                  <w:proofErr w:type="spellStart"/>
                  <w:r w:rsidRPr="00DE4346">
                    <w:rPr>
                      <w:lang w:eastAsia="en-US"/>
                    </w:rPr>
                    <w:t>т.ч</w:t>
                  </w:r>
                  <w:proofErr w:type="spellEnd"/>
                  <w:r w:rsidRPr="00DE4346">
                    <w:rPr>
                      <w:lang w:eastAsia="en-US"/>
                    </w:rPr>
                    <w:t>.: служащих; рабочих</w:t>
                  </w:r>
                </w:p>
                <w:p w14:paraId="51004318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 xml:space="preserve">2. Категория трудовых отношений (указать количество чел.): </w:t>
                  </w:r>
                </w:p>
                <w:p w14:paraId="121AD7F2" w14:textId="4E42EE25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 xml:space="preserve">- на постоянной основе (в </w:t>
                  </w:r>
                  <w:proofErr w:type="spellStart"/>
                  <w:r w:rsidRPr="00DE4346">
                    <w:rPr>
                      <w:lang w:eastAsia="en-US"/>
                    </w:rPr>
                    <w:t>т.ч</w:t>
                  </w:r>
                  <w:proofErr w:type="spellEnd"/>
                  <w:r w:rsidRPr="00DE4346">
                    <w:rPr>
                      <w:lang w:eastAsia="en-US"/>
                    </w:rPr>
                    <w:t>.: служащих; рабочих);</w:t>
                  </w:r>
                </w:p>
                <w:p w14:paraId="2ADB2BCB" w14:textId="144B398A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 xml:space="preserve">- на временной основе (в </w:t>
                  </w:r>
                  <w:proofErr w:type="spellStart"/>
                  <w:r w:rsidRPr="00DE4346">
                    <w:rPr>
                      <w:lang w:eastAsia="en-US"/>
                    </w:rPr>
                    <w:t>т.ч</w:t>
                  </w:r>
                  <w:proofErr w:type="spellEnd"/>
                  <w:r w:rsidRPr="00DE4346">
                    <w:rPr>
                      <w:lang w:eastAsia="en-US"/>
                    </w:rPr>
                    <w:t>.: служащих; рабочих)</w:t>
                  </w:r>
                </w:p>
                <w:p w14:paraId="352BCC29" w14:textId="1A2BFBE4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3. Уровень квалификации (должность)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6C440A52" w14:textId="68BA61FE" w:rsidR="008D17FB" w:rsidRPr="00DE4346" w:rsidRDefault="008D17FB" w:rsidP="0018667F">
                  <w:pPr>
                    <w:widowControl w:val="0"/>
                    <w:autoSpaceDE w:val="0"/>
                    <w:autoSpaceDN w:val="0"/>
                    <w:adjustRightInd w:val="0"/>
                    <w:rPr>
                      <w:i/>
                      <w:lang w:eastAsia="en-US"/>
                    </w:rPr>
                  </w:pPr>
                </w:p>
              </w:tc>
            </w:tr>
            <w:tr w:rsidR="008D17FB" w:rsidRPr="0098427F" w14:paraId="4BC3CE94" w14:textId="77777777" w:rsidTr="00B8626E">
              <w:trPr>
                <w:trHeight w:val="836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6711C080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2F12E4BD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За последний календарный год указать:</w:t>
                  </w:r>
                </w:p>
                <w:p w14:paraId="02DDF244" w14:textId="77049A74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>1. Сумму товарооборота по каждому виду деятельности</w:t>
                  </w:r>
                </w:p>
                <w:p w14:paraId="17A3D8BF" w14:textId="36CA9C9C" w:rsidR="008D17FB" w:rsidRPr="00DE4346" w:rsidRDefault="008D17FB" w:rsidP="00DE4346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 xml:space="preserve">2. Общую сумму товарооборота, в </w:t>
                  </w:r>
                  <w:proofErr w:type="spellStart"/>
                  <w:r w:rsidRPr="00DE4346">
                    <w:rPr>
                      <w:lang w:eastAsia="en-US"/>
                    </w:rPr>
                    <w:t>т.ч</w:t>
                  </w:r>
                  <w:proofErr w:type="spellEnd"/>
                  <w:r w:rsidRPr="00DE4346">
                    <w:rPr>
                      <w:lang w:eastAsia="en-US"/>
                    </w:rPr>
                    <w:t>.: внутренний рынок, экспорт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03BEDA27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noProof/>
                    </w:rPr>
                  </w:pPr>
                </w:p>
              </w:tc>
            </w:tr>
            <w:tr w:rsidR="008D17FB" w:rsidRPr="0098427F" w14:paraId="688E55D8" w14:textId="77777777" w:rsidTr="00B8626E">
              <w:trPr>
                <w:trHeight w:val="503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7BDB4FA2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754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278AFF60" w14:textId="1BDE959F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bCs/>
                      <w:lang w:eastAsia="en-US"/>
                    </w:rPr>
                    <w:t>Опыт работы по другим аналогичным, уже реализованным проектам (с указанием наименования и ИНН организации, описанием работ)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</w:tcPr>
                <w:p w14:paraId="7298E7CC" w14:textId="77777777" w:rsidR="008D17FB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  <w:p w14:paraId="1A73D3BA" w14:textId="0225F6F1" w:rsidR="00B8626E" w:rsidRPr="00B8626E" w:rsidRDefault="00B8626E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eastAsia="en-US"/>
                    </w:rPr>
                  </w:pPr>
                  <w:r w:rsidRPr="00B8626E">
                    <w:rPr>
                      <w:sz w:val="22"/>
                      <w:szCs w:val="22"/>
                      <w:lang w:eastAsia="en-US"/>
                    </w:rPr>
                    <w:t>В случае непредставления какой-либо информации указать причину</w:t>
                  </w:r>
                </w:p>
              </w:tc>
            </w:tr>
            <w:tr w:rsidR="008D17FB" w:rsidRPr="0098427F" w14:paraId="3864A465" w14:textId="77777777" w:rsidTr="00C31D48">
              <w:trPr>
                <w:trHeight w:val="844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3780200D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495A71BB" w14:textId="4650E500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DE4346">
                    <w:rPr>
                      <w:lang w:eastAsia="en-US"/>
                    </w:rPr>
                    <w:t xml:space="preserve">Сотрудничество с АО «АВТОВАЗ» и его дочерними и зависимыми Обществами, </w:t>
                  </w:r>
                  <w:r w:rsidRPr="00DE4346">
                    <w:rPr>
                      <w:lang w:val="en-US" w:eastAsia="en-US"/>
                    </w:rPr>
                    <w:t>Renault</w:t>
                  </w:r>
                  <w:r w:rsidRPr="00DE4346">
                    <w:rPr>
                      <w:lang w:eastAsia="en-US"/>
                    </w:rPr>
                    <w:t>-</w:t>
                  </w:r>
                  <w:r w:rsidRPr="00DE4346">
                    <w:rPr>
                      <w:lang w:val="en-US" w:eastAsia="en-US"/>
                    </w:rPr>
                    <w:t>Nissan</w:t>
                  </w:r>
                  <w:r w:rsidRPr="00DE4346">
                    <w:rPr>
                      <w:lang w:eastAsia="en-US"/>
                    </w:rPr>
                    <w:t>, другими предприятиями автомобильной отрасли, дилерами автомобильной продукции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2DC9F910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</w:tr>
            <w:tr w:rsidR="008D17FB" w:rsidRPr="0098427F" w14:paraId="21446CF8" w14:textId="77777777" w:rsidTr="00C31D48">
              <w:trPr>
                <w:trHeight w:val="292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08037868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082EECBA" w14:textId="22B953BA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lang w:eastAsia="en-US"/>
                    </w:rPr>
                  </w:pPr>
                  <w:r w:rsidRPr="00DE4346">
                    <w:rPr>
                      <w:bCs/>
                      <w:lang w:eastAsia="en-US"/>
                    </w:rPr>
                    <w:t>Применяемый режим</w:t>
                  </w:r>
                  <w:r w:rsidRPr="00DE4346">
                    <w:rPr>
                      <w:bCs/>
                      <w:lang w:val="en-US" w:eastAsia="en-US"/>
                    </w:rPr>
                    <w:t xml:space="preserve"> (</w:t>
                  </w:r>
                  <w:r w:rsidRPr="00DE4346">
                    <w:rPr>
                      <w:bCs/>
                      <w:lang w:eastAsia="en-US"/>
                    </w:rPr>
                    <w:t>режимы) налогообложения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0B3C3EDD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lang w:eastAsia="en-US"/>
                    </w:rPr>
                  </w:pPr>
                </w:p>
              </w:tc>
            </w:tr>
            <w:tr w:rsidR="008D17FB" w:rsidRPr="0098427F" w14:paraId="3E1D7F53" w14:textId="77777777" w:rsidTr="00C31D48">
              <w:trPr>
                <w:trHeight w:val="292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591520E9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1A9C7B0A" w14:textId="0172AF85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lang w:eastAsia="en-US"/>
                    </w:rPr>
                  </w:pPr>
                  <w:r w:rsidRPr="00DE4346">
                    <w:rPr>
                      <w:bCs/>
                      <w:lang w:eastAsia="en-US"/>
                    </w:rPr>
                    <w:t>Наличие филиалов и обособленных подразделений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0028F3CC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lang w:eastAsia="en-US"/>
                    </w:rPr>
                  </w:pPr>
                </w:p>
              </w:tc>
            </w:tr>
            <w:tr w:rsidR="008D17FB" w:rsidRPr="0098427F" w14:paraId="2074083C" w14:textId="77777777" w:rsidTr="00C31D48">
              <w:trPr>
                <w:trHeight w:val="292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0CAA5F0F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7F0D8462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lang w:eastAsia="en-US"/>
                    </w:rPr>
                  </w:pPr>
                  <w:r w:rsidRPr="00DE4346">
                    <w:rPr>
                      <w:bCs/>
                      <w:lang w:eastAsia="en-US"/>
                    </w:rPr>
                    <w:t xml:space="preserve">Наличие антикоррупционной политики организации </w:t>
                  </w:r>
                </w:p>
                <w:p w14:paraId="449C9DCF" w14:textId="2AA07EA6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lang w:eastAsia="en-US"/>
                    </w:rPr>
                  </w:pPr>
                  <w:r w:rsidRPr="00DE4346">
                    <w:rPr>
                      <w:bCs/>
                      <w:lang w:eastAsia="en-US"/>
                    </w:rPr>
                    <w:t>(дата утверждения политики)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</w:tcPr>
                <w:p w14:paraId="475EF1EE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lang w:eastAsia="en-US"/>
                    </w:rPr>
                  </w:pPr>
                </w:p>
              </w:tc>
            </w:tr>
            <w:tr w:rsidR="008D17FB" w:rsidRPr="0098427F" w14:paraId="38269DEA" w14:textId="77777777" w:rsidTr="00C31D48">
              <w:trPr>
                <w:trHeight w:val="292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1E6CB84C" w14:textId="77777777" w:rsidR="008D17FB" w:rsidRPr="00DE4346" w:rsidRDefault="008D17FB" w:rsidP="000A6D4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</w:p>
              </w:tc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4BE6EE8F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lang w:eastAsia="en-US"/>
                    </w:rPr>
                  </w:pPr>
                  <w:r w:rsidRPr="00DE4346">
                    <w:rPr>
                      <w:bCs/>
                      <w:lang w:eastAsia="en-US"/>
                    </w:rPr>
                    <w:t>Дополнительная информация по товару (работе, услуге), срокам, скидкам, порядку оплаты и др.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755AD191" w14:textId="77777777" w:rsidR="008D17FB" w:rsidRPr="00DE4346" w:rsidRDefault="008D17FB" w:rsidP="000A6D4B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lang w:eastAsia="en-US"/>
                    </w:rPr>
                  </w:pPr>
                </w:p>
              </w:tc>
            </w:tr>
          </w:tbl>
          <w:p w14:paraId="03807E4A" w14:textId="77777777" w:rsidR="00366F9F" w:rsidRDefault="00366F9F" w:rsidP="000A6D4B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eastAsia="en-US"/>
              </w:rPr>
            </w:pPr>
          </w:p>
          <w:p w14:paraId="3C84E5C3" w14:textId="6A1A06B7" w:rsidR="000A6D4B" w:rsidRDefault="000A6D4B" w:rsidP="000A6D4B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eastAsia="en-US"/>
              </w:rPr>
            </w:pPr>
            <w:r w:rsidRPr="0098427F">
              <w:rPr>
                <w:sz w:val="25"/>
                <w:szCs w:val="25"/>
                <w:lang w:eastAsia="en-US"/>
              </w:rPr>
              <w:t>Должность, ФИО, печать организации</w:t>
            </w:r>
          </w:p>
          <w:p w14:paraId="19518F79" w14:textId="77777777" w:rsidR="000A6D4B" w:rsidRDefault="000A6D4B" w:rsidP="00623F58">
            <w:pPr>
              <w:jc w:val="both"/>
              <w:rPr>
                <w:sz w:val="2"/>
              </w:rPr>
            </w:pPr>
          </w:p>
        </w:tc>
      </w:tr>
    </w:tbl>
    <w:p w14:paraId="533A4899" w14:textId="77777777" w:rsidR="00957898" w:rsidRDefault="003F314E" w:rsidP="00394530">
      <w:pPr>
        <w:rPr>
          <w:color w:val="548DD4"/>
        </w:rPr>
      </w:pPr>
      <w:r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6383CBD1" wp14:editId="522EFB79">
                <wp:simplePos x="0" y="0"/>
                <wp:positionH relativeFrom="column">
                  <wp:posOffset>-476250</wp:posOffset>
                </wp:positionH>
                <wp:positionV relativeFrom="page">
                  <wp:posOffset>9912350</wp:posOffset>
                </wp:positionV>
                <wp:extent cx="6547485" cy="2667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748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31F6C" w14:textId="77777777" w:rsidR="001F73B6" w:rsidRDefault="001F73B6" w:rsidP="001F73B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83CBD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7.5pt;margin-top:780.5pt;width:515.5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W5tQIAALk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" o:allowincell="f" filled="f" stroked="f">
                <v:textbox style="mso-fit-shape-to-text:t">
                  <w:txbxContent>
                    <w:p w14:paraId="53531F6C" w14:textId="77777777" w:rsidR="001F73B6" w:rsidRDefault="001F73B6" w:rsidP="001F73B6">
                      <w:pPr>
                        <w:jc w:val="both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957898" w:rsidSect="00AF4422">
      <w:footerReference w:type="default" r:id="rId8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35196" w14:textId="77777777" w:rsidR="00006640" w:rsidRDefault="00006640" w:rsidP="005D0B68">
      <w:r>
        <w:separator/>
      </w:r>
    </w:p>
  </w:endnote>
  <w:endnote w:type="continuationSeparator" w:id="0">
    <w:p w14:paraId="5A52F001" w14:textId="77777777" w:rsidR="00006640" w:rsidRDefault="00006640" w:rsidP="005D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7C11D" w14:textId="1387DE73" w:rsidR="005D0B68" w:rsidRDefault="005D0B68" w:rsidP="005D0B68">
    <w:pPr>
      <w:pStyle w:val="a9"/>
      <w:ind w:right="588"/>
      <w:jc w:val="right"/>
    </w:pPr>
  </w:p>
  <w:p w14:paraId="5A186F11" w14:textId="42460703" w:rsidR="005D0B68" w:rsidRDefault="005D0B68" w:rsidP="005D0B68">
    <w:pPr>
      <w:pStyle w:val="a9"/>
    </w:pPr>
  </w:p>
  <w:p w14:paraId="7669D0FD" w14:textId="77777777" w:rsidR="005D0B68" w:rsidRDefault="005D0B68" w:rsidP="005D0B68">
    <w:pPr>
      <w:pStyle w:val="a9"/>
    </w:pPr>
    <w:r>
      <w:t xml:space="preserve"> </w:t>
    </w:r>
  </w:p>
  <w:p w14:paraId="548376BD" w14:textId="77777777" w:rsidR="005D0B68" w:rsidRDefault="005D0B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812B1" w14:textId="77777777" w:rsidR="00006640" w:rsidRDefault="00006640" w:rsidP="005D0B68">
      <w:r>
        <w:separator/>
      </w:r>
    </w:p>
  </w:footnote>
  <w:footnote w:type="continuationSeparator" w:id="0">
    <w:p w14:paraId="152A1BFE" w14:textId="77777777" w:rsidR="00006640" w:rsidRDefault="00006640" w:rsidP="005D0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44B0"/>
    <w:multiLevelType w:val="hybridMultilevel"/>
    <w:tmpl w:val="70F6F01E"/>
    <w:lvl w:ilvl="0" w:tplc="E71E1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62D6D"/>
    <w:multiLevelType w:val="hybridMultilevel"/>
    <w:tmpl w:val="AA38D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329D6"/>
    <w:multiLevelType w:val="hybridMultilevel"/>
    <w:tmpl w:val="AA38D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C6880"/>
    <w:multiLevelType w:val="hybridMultilevel"/>
    <w:tmpl w:val="CD3CEFF4"/>
    <w:lvl w:ilvl="0" w:tplc="2CBCB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861BB8"/>
    <w:multiLevelType w:val="hybridMultilevel"/>
    <w:tmpl w:val="4EB4D4FA"/>
    <w:lvl w:ilvl="0" w:tplc="752CB5BA">
      <w:start w:val="1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5" w15:restartNumberingAfterBreak="0">
    <w:nsid w:val="237C09C8"/>
    <w:multiLevelType w:val="hybridMultilevel"/>
    <w:tmpl w:val="EFEE077E"/>
    <w:lvl w:ilvl="0" w:tplc="7F44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51F7A"/>
    <w:multiLevelType w:val="hybridMultilevel"/>
    <w:tmpl w:val="F3F81F2A"/>
    <w:lvl w:ilvl="0" w:tplc="E71E1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5C1A94"/>
    <w:multiLevelType w:val="hybridMultilevel"/>
    <w:tmpl w:val="AA38D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5B1552"/>
    <w:multiLevelType w:val="hybridMultilevel"/>
    <w:tmpl w:val="A62A3A1A"/>
    <w:lvl w:ilvl="0" w:tplc="AD4CAEA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6C5968EE"/>
    <w:multiLevelType w:val="hybridMultilevel"/>
    <w:tmpl w:val="AA38D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1C10D0"/>
    <w:multiLevelType w:val="hybridMultilevel"/>
    <w:tmpl w:val="596ACB00"/>
    <w:lvl w:ilvl="0" w:tplc="7F44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92778"/>
    <w:multiLevelType w:val="hybridMultilevel"/>
    <w:tmpl w:val="BF50D21E"/>
    <w:lvl w:ilvl="0" w:tplc="7F44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72C79"/>
    <w:multiLevelType w:val="hybridMultilevel"/>
    <w:tmpl w:val="A0C65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B64EF"/>
    <w:multiLevelType w:val="hybridMultilevel"/>
    <w:tmpl w:val="A1F25466"/>
    <w:lvl w:ilvl="0" w:tplc="BBF2AF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A1065"/>
    <w:multiLevelType w:val="hybridMultilevel"/>
    <w:tmpl w:val="373690C0"/>
    <w:lvl w:ilvl="0" w:tplc="7F44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3"/>
  </w:num>
  <w:num w:numId="7">
    <w:abstractNumId w:val="14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12"/>
  </w:num>
  <w:num w:numId="13">
    <w:abstractNumId w:val="1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B68"/>
    <w:rsid w:val="000062E6"/>
    <w:rsid w:val="00006640"/>
    <w:rsid w:val="00014D71"/>
    <w:rsid w:val="00017CBD"/>
    <w:rsid w:val="000369ED"/>
    <w:rsid w:val="00053228"/>
    <w:rsid w:val="00072451"/>
    <w:rsid w:val="0009215C"/>
    <w:rsid w:val="00093DCC"/>
    <w:rsid w:val="000A2245"/>
    <w:rsid w:val="000A6D4B"/>
    <w:rsid w:val="000A7CE9"/>
    <w:rsid w:val="000B1B61"/>
    <w:rsid w:val="000B2F3D"/>
    <w:rsid w:val="000C35AA"/>
    <w:rsid w:val="000C79E0"/>
    <w:rsid w:val="000D2F6D"/>
    <w:rsid w:val="000F1A54"/>
    <w:rsid w:val="000F2AE1"/>
    <w:rsid w:val="00112B70"/>
    <w:rsid w:val="0013515D"/>
    <w:rsid w:val="00141DA0"/>
    <w:rsid w:val="00163EB4"/>
    <w:rsid w:val="0017349F"/>
    <w:rsid w:val="001806A0"/>
    <w:rsid w:val="0018667F"/>
    <w:rsid w:val="0018689C"/>
    <w:rsid w:val="001913F7"/>
    <w:rsid w:val="00194D5D"/>
    <w:rsid w:val="001B0572"/>
    <w:rsid w:val="001B5A9F"/>
    <w:rsid w:val="001E2C51"/>
    <w:rsid w:val="001E58C2"/>
    <w:rsid w:val="001E62A3"/>
    <w:rsid w:val="001F02A2"/>
    <w:rsid w:val="001F73B6"/>
    <w:rsid w:val="00214384"/>
    <w:rsid w:val="0022029C"/>
    <w:rsid w:val="00220B6A"/>
    <w:rsid w:val="002343E0"/>
    <w:rsid w:val="002521C0"/>
    <w:rsid w:val="00254D5F"/>
    <w:rsid w:val="00256F36"/>
    <w:rsid w:val="00270CD9"/>
    <w:rsid w:val="00283114"/>
    <w:rsid w:val="002850F9"/>
    <w:rsid w:val="00287687"/>
    <w:rsid w:val="002913BF"/>
    <w:rsid w:val="002A2CD7"/>
    <w:rsid w:val="002C7702"/>
    <w:rsid w:val="002D1F3D"/>
    <w:rsid w:val="002F4FEB"/>
    <w:rsid w:val="00323EA2"/>
    <w:rsid w:val="003527A2"/>
    <w:rsid w:val="003576AA"/>
    <w:rsid w:val="00360C0B"/>
    <w:rsid w:val="00360FAE"/>
    <w:rsid w:val="00361EAD"/>
    <w:rsid w:val="00366F9F"/>
    <w:rsid w:val="00377508"/>
    <w:rsid w:val="00394530"/>
    <w:rsid w:val="003C1672"/>
    <w:rsid w:val="003D6EA5"/>
    <w:rsid w:val="003F256C"/>
    <w:rsid w:val="003F314E"/>
    <w:rsid w:val="00402032"/>
    <w:rsid w:val="00412235"/>
    <w:rsid w:val="004139F5"/>
    <w:rsid w:val="00431A20"/>
    <w:rsid w:val="00450E97"/>
    <w:rsid w:val="00456471"/>
    <w:rsid w:val="00473B75"/>
    <w:rsid w:val="00483294"/>
    <w:rsid w:val="00490495"/>
    <w:rsid w:val="00494746"/>
    <w:rsid w:val="004C0398"/>
    <w:rsid w:val="004C4E2F"/>
    <w:rsid w:val="004D47D8"/>
    <w:rsid w:val="004D572F"/>
    <w:rsid w:val="004E3C8F"/>
    <w:rsid w:val="004E50F4"/>
    <w:rsid w:val="00530FAB"/>
    <w:rsid w:val="005560CF"/>
    <w:rsid w:val="00556F9C"/>
    <w:rsid w:val="00560601"/>
    <w:rsid w:val="00565051"/>
    <w:rsid w:val="0058172C"/>
    <w:rsid w:val="005850C4"/>
    <w:rsid w:val="005A34E7"/>
    <w:rsid w:val="005A3EFE"/>
    <w:rsid w:val="005A4B3D"/>
    <w:rsid w:val="005C060E"/>
    <w:rsid w:val="005D0B68"/>
    <w:rsid w:val="005D7D41"/>
    <w:rsid w:val="00623F58"/>
    <w:rsid w:val="00653BD8"/>
    <w:rsid w:val="00672508"/>
    <w:rsid w:val="00686130"/>
    <w:rsid w:val="00696235"/>
    <w:rsid w:val="006B5CA9"/>
    <w:rsid w:val="006C5595"/>
    <w:rsid w:val="006D0859"/>
    <w:rsid w:val="006D1D08"/>
    <w:rsid w:val="006D41D5"/>
    <w:rsid w:val="006E55FE"/>
    <w:rsid w:val="006F4B65"/>
    <w:rsid w:val="0070691A"/>
    <w:rsid w:val="00723E54"/>
    <w:rsid w:val="00726908"/>
    <w:rsid w:val="00734F0A"/>
    <w:rsid w:val="00735D67"/>
    <w:rsid w:val="00753440"/>
    <w:rsid w:val="00780C56"/>
    <w:rsid w:val="007941CE"/>
    <w:rsid w:val="007A2712"/>
    <w:rsid w:val="007A7678"/>
    <w:rsid w:val="007B4FCF"/>
    <w:rsid w:val="007C191B"/>
    <w:rsid w:val="007D461D"/>
    <w:rsid w:val="007E0553"/>
    <w:rsid w:val="007E784B"/>
    <w:rsid w:val="007F688C"/>
    <w:rsid w:val="0081344A"/>
    <w:rsid w:val="00814FD6"/>
    <w:rsid w:val="00861EC5"/>
    <w:rsid w:val="008813D0"/>
    <w:rsid w:val="00883B26"/>
    <w:rsid w:val="008C3C10"/>
    <w:rsid w:val="008D072B"/>
    <w:rsid w:val="008D17FB"/>
    <w:rsid w:val="00923D6F"/>
    <w:rsid w:val="00937751"/>
    <w:rsid w:val="00946AA2"/>
    <w:rsid w:val="00957898"/>
    <w:rsid w:val="00961A51"/>
    <w:rsid w:val="00964E2D"/>
    <w:rsid w:val="0097222F"/>
    <w:rsid w:val="00977889"/>
    <w:rsid w:val="00982FAA"/>
    <w:rsid w:val="00983FC5"/>
    <w:rsid w:val="0098427F"/>
    <w:rsid w:val="00990F74"/>
    <w:rsid w:val="00993A4D"/>
    <w:rsid w:val="00996EAC"/>
    <w:rsid w:val="009A4786"/>
    <w:rsid w:val="009B0AE5"/>
    <w:rsid w:val="009D7F59"/>
    <w:rsid w:val="009E3407"/>
    <w:rsid w:val="009F0BB0"/>
    <w:rsid w:val="00A16468"/>
    <w:rsid w:val="00A471FB"/>
    <w:rsid w:val="00A515B0"/>
    <w:rsid w:val="00A662F0"/>
    <w:rsid w:val="00A84817"/>
    <w:rsid w:val="00A9554E"/>
    <w:rsid w:val="00AB0C26"/>
    <w:rsid w:val="00AB783C"/>
    <w:rsid w:val="00AE3251"/>
    <w:rsid w:val="00AF4422"/>
    <w:rsid w:val="00B12E8B"/>
    <w:rsid w:val="00B246B4"/>
    <w:rsid w:val="00B30FE7"/>
    <w:rsid w:val="00B36E8C"/>
    <w:rsid w:val="00B37214"/>
    <w:rsid w:val="00B46052"/>
    <w:rsid w:val="00B551BB"/>
    <w:rsid w:val="00B56399"/>
    <w:rsid w:val="00B7029E"/>
    <w:rsid w:val="00B73FFC"/>
    <w:rsid w:val="00B8626E"/>
    <w:rsid w:val="00B910C8"/>
    <w:rsid w:val="00BB2574"/>
    <w:rsid w:val="00BC5903"/>
    <w:rsid w:val="00BD30B4"/>
    <w:rsid w:val="00BE2AB4"/>
    <w:rsid w:val="00BF5E73"/>
    <w:rsid w:val="00C11F18"/>
    <w:rsid w:val="00C4565E"/>
    <w:rsid w:val="00C46E22"/>
    <w:rsid w:val="00C51D9E"/>
    <w:rsid w:val="00C52409"/>
    <w:rsid w:val="00C52F0F"/>
    <w:rsid w:val="00C577F5"/>
    <w:rsid w:val="00C671AD"/>
    <w:rsid w:val="00C77326"/>
    <w:rsid w:val="00CA52F9"/>
    <w:rsid w:val="00CA7CDC"/>
    <w:rsid w:val="00CC0699"/>
    <w:rsid w:val="00CD03C8"/>
    <w:rsid w:val="00CD5F24"/>
    <w:rsid w:val="00CF0DB7"/>
    <w:rsid w:val="00CF5946"/>
    <w:rsid w:val="00D011FC"/>
    <w:rsid w:val="00D07696"/>
    <w:rsid w:val="00D2351C"/>
    <w:rsid w:val="00D23CAC"/>
    <w:rsid w:val="00D33C34"/>
    <w:rsid w:val="00D36C3E"/>
    <w:rsid w:val="00D4111E"/>
    <w:rsid w:val="00D75972"/>
    <w:rsid w:val="00D778ED"/>
    <w:rsid w:val="00DB6BCD"/>
    <w:rsid w:val="00DC1D44"/>
    <w:rsid w:val="00DC41C2"/>
    <w:rsid w:val="00DD4EE3"/>
    <w:rsid w:val="00DE4346"/>
    <w:rsid w:val="00DF2992"/>
    <w:rsid w:val="00DF34A2"/>
    <w:rsid w:val="00DF6F70"/>
    <w:rsid w:val="00E20FF1"/>
    <w:rsid w:val="00E40DDB"/>
    <w:rsid w:val="00E428E1"/>
    <w:rsid w:val="00E577ED"/>
    <w:rsid w:val="00E61082"/>
    <w:rsid w:val="00E75F7D"/>
    <w:rsid w:val="00E81471"/>
    <w:rsid w:val="00E87B17"/>
    <w:rsid w:val="00E91654"/>
    <w:rsid w:val="00E92B61"/>
    <w:rsid w:val="00E979DF"/>
    <w:rsid w:val="00EA0FF2"/>
    <w:rsid w:val="00EA3278"/>
    <w:rsid w:val="00EB4369"/>
    <w:rsid w:val="00ED07F1"/>
    <w:rsid w:val="00F238B1"/>
    <w:rsid w:val="00F25205"/>
    <w:rsid w:val="00F315D7"/>
    <w:rsid w:val="00F64DCA"/>
    <w:rsid w:val="00F7245A"/>
    <w:rsid w:val="00F81F4E"/>
    <w:rsid w:val="00F900CA"/>
    <w:rsid w:val="00F94CEA"/>
    <w:rsid w:val="00F9541E"/>
    <w:rsid w:val="00FB2A38"/>
    <w:rsid w:val="00FB3215"/>
    <w:rsid w:val="00FB65E8"/>
    <w:rsid w:val="00FC49E7"/>
    <w:rsid w:val="00FC4AA3"/>
    <w:rsid w:val="00FD042A"/>
    <w:rsid w:val="00FD1598"/>
    <w:rsid w:val="00FD23D9"/>
    <w:rsid w:val="00FD72C8"/>
    <w:rsid w:val="00FE53AD"/>
    <w:rsid w:val="00FF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AEE3A2E"/>
  <w15:docId w15:val="{D59053E4-A4D6-43EF-B5F8-310EABB3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F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65051"/>
    <w:pPr>
      <w:keepNext/>
      <w:widowControl w:val="0"/>
      <w:jc w:val="center"/>
      <w:outlineLvl w:val="0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85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05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50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05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5650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6D085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6D0859"/>
    <w:pPr>
      <w:tabs>
        <w:tab w:val="center" w:pos="4677"/>
        <w:tab w:val="right" w:pos="9355"/>
      </w:tabs>
      <w:spacing w:before="120"/>
    </w:pPr>
    <w:rPr>
      <w:rFonts w:ascii="Arial" w:hAnsi="Arial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D0859"/>
    <w:rPr>
      <w:rFonts w:ascii="Arial" w:eastAsia="Times New Roman" w:hAnsi="Arial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D085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5D0B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0B68"/>
    <w:rPr>
      <w:rFonts w:ascii="Times New Roman" w:eastAsia="Times New Roman" w:hAnsi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48329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8329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83294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8329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83294"/>
    <w:rPr>
      <w:rFonts w:ascii="Times New Roman" w:eastAsia="Times New Roman" w:hAnsi="Times New Roman"/>
      <w:b/>
      <w:bCs/>
    </w:rPr>
  </w:style>
  <w:style w:type="paragraph" w:styleId="af0">
    <w:name w:val="No Spacing"/>
    <w:uiPriority w:val="1"/>
    <w:qFormat/>
    <w:rsid w:val="007C19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kyazymova\Desktop\&#1096;&#1072;&#1073;&#1083;&#1086;&#1085;&#1099;%20&#1089;%2014.06\&#1041;&#1083;&#1072;&#1085;&#1082;!&#1055;&#1088;&#1080;&#1082;&#1072;&#1079;!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15AF2-099E-483C-B8D8-DD1AAD27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Бланк!Приказ!</Template>
  <TotalTime>6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GORBACHEVA Elmira</dc:creator>
  <cp:lastModifiedBy>PUGINA Ekaterina</cp:lastModifiedBy>
  <cp:revision>3</cp:revision>
  <cp:lastPrinted>2019-12-23T09:56:00Z</cp:lastPrinted>
  <dcterms:created xsi:type="dcterms:W3CDTF">2020-05-21T09:22:00Z</dcterms:created>
  <dcterms:modified xsi:type="dcterms:W3CDTF">2020-05-21T09:29:00Z</dcterms:modified>
</cp:coreProperties>
</file>